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0" w:type="dxa"/>
        <w:tblInd w:w="-346" w:type="dxa"/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/>
      </w:tblPr>
      <w:tblGrid>
        <w:gridCol w:w="1967"/>
        <w:gridCol w:w="17"/>
        <w:gridCol w:w="679"/>
        <w:gridCol w:w="763"/>
        <w:gridCol w:w="296"/>
        <w:gridCol w:w="306"/>
        <w:gridCol w:w="324"/>
        <w:gridCol w:w="306"/>
        <w:gridCol w:w="346"/>
        <w:gridCol w:w="2314"/>
        <w:gridCol w:w="242"/>
        <w:gridCol w:w="360"/>
        <w:gridCol w:w="450"/>
        <w:gridCol w:w="450"/>
        <w:gridCol w:w="212"/>
        <w:gridCol w:w="202"/>
        <w:gridCol w:w="359"/>
        <w:gridCol w:w="211"/>
        <w:gridCol w:w="1539"/>
        <w:gridCol w:w="537"/>
        <w:gridCol w:w="450"/>
        <w:gridCol w:w="560"/>
        <w:gridCol w:w="880"/>
        <w:gridCol w:w="383"/>
        <w:gridCol w:w="157"/>
        <w:gridCol w:w="180"/>
        <w:gridCol w:w="203"/>
        <w:gridCol w:w="67"/>
        <w:gridCol w:w="450"/>
      </w:tblGrid>
      <w:tr w:rsidR="0014620A" w:rsidRPr="00EF3810" w:rsidTr="001B0F91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14620A" w:rsidRPr="00EF3810" w:rsidRDefault="0014620A" w:rsidP="00A47896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1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EF3810" w:rsidTr="008E1557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Name of Project: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86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What are the strengths and weaknesses of indicators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b/>
                <w:color w:val="000000"/>
                <w:sz w:val="22"/>
                <w:szCs w:val="22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 xml:space="preserve">Duration: 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4 weeks</w:t>
            </w:r>
          </w:p>
        </w:tc>
      </w:tr>
      <w:tr w:rsidR="0014620A" w:rsidRPr="00EF3810" w:rsidTr="006E1243">
        <w:trPr>
          <w:trHeight w:hRule="exact" w:val="360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Subject/Course:</w:t>
            </w:r>
          </w:p>
        </w:tc>
        <w:tc>
          <w:tcPr>
            <w:tcW w:w="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Default="0014620A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Biology</w:t>
            </w:r>
          </w:p>
        </w:tc>
        <w:tc>
          <w:tcPr>
            <w:tcW w:w="40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29" w:type="dxa"/>
            </w:tcMar>
          </w:tcPr>
          <w:p w:rsidR="0014620A" w:rsidRPr="009A17E5" w:rsidRDefault="0014620A" w:rsidP="008472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Pr="009A17E5">
              <w:rPr>
                <w:b/>
              </w:rPr>
              <w:t>Teacher(s):</w:t>
            </w:r>
            <w:r>
              <w:rPr>
                <w:b/>
              </w:rPr>
              <w:t xml:space="preserve"> Solomon, Q, Vachunek, Stugart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  <w:sz w:val="22"/>
                <w:szCs w:val="22"/>
              </w:rPr>
              <w:t>Grade Level:</w:t>
            </w:r>
          </w:p>
        </w:tc>
        <w:tc>
          <w:tcPr>
            <w:tcW w:w="23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E96BF6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Mostly 10th</w:t>
            </w:r>
          </w:p>
        </w:tc>
      </w:tr>
      <w:tr w:rsidR="0014620A" w:rsidRPr="00EF3810" w:rsidTr="00FA3B4A">
        <w:trPr>
          <w:trHeight w:hRule="exact" w:val="605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Other Subject Areas to Be Included: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CD7B6F">
            <w:pPr>
              <w:widowControl w:val="0"/>
              <w:tabs>
                <w:tab w:val="left" w:pos="533"/>
              </w:tabs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Foreign Language, Automotive Technology, English II</w:t>
            </w:r>
          </w:p>
        </w:tc>
      </w:tr>
      <w:tr w:rsidR="0014620A" w:rsidRPr="00EF3810" w:rsidTr="00FC402A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14620A" w:rsidRPr="00EF3810" w:rsidTr="006442AC">
        <w:trPr>
          <w:trHeight w:val="998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Project Idea</w:t>
            </w:r>
          </w:p>
          <w:p w:rsidR="0014620A" w:rsidRPr="009A17E5" w:rsidRDefault="0014620A" w:rsidP="00847209">
            <w:pPr>
              <w:pStyle w:val="BasicParagraph"/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7E5">
              <w:rPr>
                <w:rFonts w:ascii="Times New Roman" w:hAnsi="Times New Roman" w:cs="Times New Roman"/>
                <w:sz w:val="20"/>
                <w:szCs w:val="20"/>
              </w:rPr>
              <w:t>Summary of the issue, challenge, investigation, scenario, or problem: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Default="0014620A" w:rsidP="00CD7B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Portfolio on strengths and weaknesses of indicators</w:t>
            </w:r>
          </w:p>
          <w:p w:rsidR="0014620A" w:rsidRDefault="0014620A" w:rsidP="004C7881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How are indicators used?</w:t>
            </w:r>
          </w:p>
          <w:p w:rsidR="0014620A" w:rsidRDefault="0014620A" w:rsidP="004C7881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Why are indicators used</w:t>
            </w:r>
          </w:p>
          <w:p w:rsidR="0014620A" w:rsidRPr="005203A3" w:rsidRDefault="0014620A" w:rsidP="005203A3">
            <w:pPr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How could indicators be improved?</w:t>
            </w:r>
          </w:p>
        </w:tc>
      </w:tr>
      <w:tr w:rsidR="0014620A" w:rsidRPr="00EF3810" w:rsidTr="009D0EDA">
        <w:trPr>
          <w:trHeight w:val="69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Essential</w:t>
            </w:r>
            <w:r w:rsidRPr="00EF3810">
              <w:rPr>
                <w:b/>
                <w:color w:val="000000"/>
              </w:rPr>
              <w:t xml:space="preserve"> Question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Default="0014620A" w:rsidP="00E96BF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What are the strengths and weaknesses of indicators?</w:t>
            </w:r>
          </w:p>
          <w:p w:rsidR="0014620A" w:rsidRDefault="0014620A" w:rsidP="001222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Why are indicators used?</w:t>
            </w:r>
          </w:p>
          <w:p w:rsidR="0014620A" w:rsidRPr="00EF3810" w:rsidRDefault="0014620A" w:rsidP="001222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Are indicators accurate?</w:t>
            </w:r>
          </w:p>
        </w:tc>
      </w:tr>
      <w:tr w:rsidR="0014620A" w:rsidRPr="00EF3810" w:rsidTr="00B07928">
        <w:trPr>
          <w:trHeight w:hRule="exact" w:val="1072"/>
        </w:trPr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Content </w:t>
            </w:r>
            <w:r w:rsidRPr="00EF3810">
              <w:rPr>
                <w:b/>
                <w:color w:val="000000"/>
              </w:rPr>
              <w:t xml:space="preserve">Standards </w:t>
            </w:r>
            <w:r w:rsidRPr="009A17E5">
              <w:rPr>
                <w:color w:val="000000"/>
              </w:rPr>
              <w:t>to be taught and assessed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125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Default="0014620A" w:rsidP="00D418EA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Science:</w:t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  <w:t>Spanish</w:t>
            </w:r>
            <w:r>
              <w:rPr>
                <w:rFonts w:ascii="ChaparralPro-Regular" w:hAnsi="ChaparralPro-Regular"/>
              </w:rPr>
              <w:tab/>
              <w:t>Automotive technology</w:t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  <w:t>English</w:t>
            </w:r>
          </w:p>
          <w:p w:rsidR="0014620A" w:rsidRDefault="0014620A" w:rsidP="00D418EA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3210 Inq.2</w:t>
            </w:r>
            <w:r>
              <w:rPr>
                <w:rFonts w:ascii="ChaparralPro-Regular" w:hAnsi="ChaparralPro-Regular"/>
              </w:rPr>
              <w:tab/>
              <w:t>3210.Inq.5</w:t>
            </w:r>
            <w:r>
              <w:rPr>
                <w:rFonts w:ascii="ChaparralPro-Regular" w:hAnsi="ChaparralPro-Regular"/>
              </w:rPr>
              <w:tab/>
              <w:t>3210.1.3</w:t>
            </w:r>
            <w:r>
              <w:rPr>
                <w:rFonts w:ascii="ChaparralPro-Regular" w:hAnsi="ChaparralPro-Regular"/>
              </w:rPr>
              <w:tab/>
              <w:t>2 and 3</w:t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  <w:r>
              <w:rPr>
                <w:rFonts w:ascii="ChaparralPro-Regular" w:hAnsi="ChaparralPro-Regular"/>
              </w:rPr>
              <w:tab/>
            </w:r>
          </w:p>
          <w:p w:rsidR="0014620A" w:rsidRDefault="0014620A" w:rsidP="00D418EA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3210 Inq.3</w:t>
            </w:r>
            <w:r>
              <w:rPr>
                <w:rFonts w:ascii="ChaparralPro-Regular" w:hAnsi="ChaparralPro-Regular"/>
              </w:rPr>
              <w:tab/>
              <w:t>3210 T/E.1</w:t>
            </w:r>
            <w:r>
              <w:rPr>
                <w:rFonts w:ascii="ChaparralPro-Regular" w:hAnsi="ChaparralPro-Regular"/>
              </w:rPr>
              <w:tab/>
              <w:t>3210.1.4</w:t>
            </w:r>
          </w:p>
          <w:p w:rsidR="0014620A" w:rsidRPr="00EF3810" w:rsidRDefault="0014620A" w:rsidP="00D418EA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3210 Inq.4</w:t>
            </w:r>
            <w:r>
              <w:rPr>
                <w:rFonts w:ascii="ChaparralPro-Regular" w:hAnsi="ChaparralPro-Regular"/>
              </w:rPr>
              <w:tab/>
              <w:t>3210 T/E.2</w:t>
            </w:r>
          </w:p>
        </w:tc>
      </w:tr>
      <w:tr w:rsidR="0014620A" w:rsidRPr="00EF3810" w:rsidTr="004A1C1B">
        <w:trPr>
          <w:trHeight w:hRule="exact" w:val="173"/>
        </w:trPr>
        <w:tc>
          <w:tcPr>
            <w:tcW w:w="75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7D20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T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620A" w:rsidRPr="007D20EE" w:rsidRDefault="0014620A" w:rsidP="004939C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  <w:sz w:val="10"/>
              </w:rPr>
            </w:pPr>
            <w:r w:rsidRPr="007D20EE">
              <w:rPr>
                <w:b/>
                <w:color w:val="000000"/>
                <w:sz w:val="10"/>
              </w:rPr>
              <w:t>E</w:t>
            </w:r>
          </w:p>
        </w:tc>
      </w:tr>
      <w:tr w:rsidR="0014620A" w:rsidRPr="008E4DE9" w:rsidTr="004A1C1B">
        <w:trPr>
          <w:trHeight w:hRule="exact" w:val="590"/>
        </w:trPr>
        <w:tc>
          <w:tcPr>
            <w:tcW w:w="2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CD7B6F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Professional (</w:t>
            </w:r>
            <w:r w:rsidRPr="007474B8">
              <w:rPr>
                <w:b/>
                <w:color w:val="000000"/>
              </w:rPr>
              <w:t>21st Century</w:t>
            </w:r>
            <w:r>
              <w:rPr>
                <w:b/>
                <w:color w:val="000000"/>
              </w:rPr>
              <w:t>)</w:t>
            </w:r>
            <w:r w:rsidRPr="007474B8">
              <w:rPr>
                <w:b/>
                <w:color w:val="000000"/>
              </w:rPr>
              <w:t xml:space="preserve"> Skills</w:t>
            </w:r>
            <w:r w:rsidRPr="007474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to be taught, </w:t>
            </w:r>
            <w:r w:rsidRPr="009A17E5">
              <w:rPr>
                <w:color w:val="000000"/>
              </w:rPr>
              <w:t>assessed</w:t>
            </w:r>
            <w:r>
              <w:rPr>
                <w:color w:val="000000"/>
              </w:rPr>
              <w:t xml:space="preserve"> and/or encouraged</w:t>
            </w:r>
            <w:r w:rsidRPr="00EF3810">
              <w:rPr>
                <w:b/>
                <w:color w:val="000000"/>
              </w:rPr>
              <w:t>:</w:t>
            </w: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Collaboration</w:t>
            </w: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left w:w="72" w:type="dxa"/>
              <w:bottom w:w="43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left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Other:</w:t>
            </w: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43" w:type="dxa"/>
              <w:bottom w:w="43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Communication (Oral Presentation)</w:t>
            </w: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color w:val="000000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8E4DE9" w:rsidTr="004A1C1B">
        <w:trPr>
          <w:trHeight w:hRule="exact" w:val="590"/>
        </w:trPr>
        <w:tc>
          <w:tcPr>
            <w:tcW w:w="2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Cr</w:t>
            </w:r>
            <w:r>
              <w:rPr>
                <w:color w:val="000000"/>
              </w:rPr>
              <w:t>itical Thinking/Problem Solving</w:t>
            </w: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  <w:color w:val="000000"/>
              </w:rPr>
              <w:t>X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EF3810" w:rsidTr="00D9337C">
        <w:trPr>
          <w:trHeight w:hRule="exact" w:val="173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sz w:val="16"/>
              </w:rPr>
            </w:pPr>
          </w:p>
        </w:tc>
      </w:tr>
      <w:tr w:rsidR="0014620A" w:rsidRPr="008E4DE9" w:rsidTr="001B55A3">
        <w:trPr>
          <w:trHeight w:hRule="exact" w:val="259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>
              <w:rPr>
                <w:b/>
                <w:color w:val="000000"/>
              </w:rPr>
              <w:t>Major</w:t>
            </w:r>
            <w:r w:rsidRPr="00EF3810">
              <w:rPr>
                <w:b/>
                <w:color w:val="000000"/>
              </w:rPr>
              <w:t xml:space="preserve"> Products &amp; Performances</w:t>
            </w:r>
          </w:p>
        </w:tc>
        <w:tc>
          <w:tcPr>
            <w:tcW w:w="14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Individual:</w:t>
            </w:r>
          </w:p>
        </w:tc>
        <w:tc>
          <w:tcPr>
            <w:tcW w:w="8454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Science: Completion of college-level lab report on using macromolecules to test indicators</w:t>
            </w:r>
          </w:p>
          <w:p w:rsidR="0014620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Spanish: Travel guide</w:t>
            </w:r>
          </w:p>
          <w:p w:rsidR="0014620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  <w:r>
              <w:rPr>
                <w:rFonts w:ascii="ChaparralPro-Regular" w:hAnsi="ChaparralPro-Regular"/>
              </w:rPr>
              <w:t>Automotive technology: Computer diagnostics</w:t>
            </w:r>
          </w:p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</w:rPr>
            </w:pPr>
            <w:r>
              <w:rPr>
                <w:rFonts w:ascii="ChaparralPro-Regular" w:hAnsi="ChaparralPro-Regular"/>
              </w:rPr>
              <w:t>English: Synthesis refection paper on strengths and weaknesses of indicators</w:t>
            </w:r>
          </w:p>
        </w:tc>
        <w:tc>
          <w:tcPr>
            <w:tcW w:w="3330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position w:val="6"/>
                <w:sz w:val="18"/>
                <w:szCs w:val="22"/>
              </w:rPr>
            </w:pPr>
            <w:r w:rsidRPr="008E4DE9">
              <w:rPr>
                <w:b/>
                <w:color w:val="000000"/>
                <w:position w:val="6"/>
                <w:sz w:val="18"/>
                <w:szCs w:val="22"/>
              </w:rPr>
              <w:t>Presentation Audience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  <w:r w:rsidRPr="008E4DE9">
              <w:rPr>
                <w:b/>
                <w:color w:val="000000"/>
                <w:sz w:val="18"/>
              </w:rPr>
              <w:t>Presentation Audience: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 xml:space="preserve">  </w:t>
            </w:r>
            <w:r w:rsidRPr="008E4DE9">
              <w:rPr>
                <w:color w:val="000000"/>
                <w:sz w:val="18"/>
                <w:szCs w:val="22"/>
              </w:rPr>
              <w:t>  Class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  School</w:t>
            </w:r>
            <w:r w:rsidRPr="008E4DE9">
              <w:rPr>
                <w:color w:val="000000"/>
                <w:sz w:val="18"/>
                <w:szCs w:val="32"/>
              </w:rPr>
              <w:t xml:space="preserve"> 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sz w:val="18"/>
              </w:rPr>
            </w:pPr>
          </w:p>
        </w:tc>
      </w:tr>
      <w:tr w:rsidR="0014620A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X</w:t>
            </w: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Class</w:t>
            </w:r>
          </w:p>
        </w:tc>
      </w:tr>
      <w:tr w:rsidR="0014620A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School</w:t>
            </w:r>
          </w:p>
        </w:tc>
      </w:tr>
      <w:tr w:rsidR="0014620A" w:rsidRPr="008E4DE9" w:rsidTr="00550377">
        <w:trPr>
          <w:trHeight w:hRule="exact" w:val="260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b/>
                <w:color w:val="000000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18"/>
                <w:szCs w:val="22"/>
              </w:rPr>
            </w:pPr>
            <w:r w:rsidRPr="008E4DE9">
              <w:rPr>
                <w:color w:val="000000"/>
                <w:sz w:val="18"/>
                <w:szCs w:val="22"/>
              </w:rPr>
              <w:t>Community</w:t>
            </w:r>
          </w:p>
        </w:tc>
      </w:tr>
      <w:tr w:rsidR="0014620A" w:rsidRPr="008E4DE9" w:rsidTr="00550377">
        <w:trPr>
          <w:trHeight w:hRule="exact" w:val="288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  <w:position w:val="4"/>
                <w:sz w:val="18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Experts</w:t>
            </w:r>
          </w:p>
        </w:tc>
      </w:tr>
      <w:tr w:rsidR="0014620A" w:rsidRPr="008E4DE9" w:rsidTr="00550344">
        <w:trPr>
          <w:trHeight w:hRule="exact" w:val="259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position w:val="4"/>
                <w:sz w:val="18"/>
                <w:szCs w:val="22"/>
              </w:rPr>
            </w:pPr>
            <w:r w:rsidRPr="008E4DE9">
              <w:rPr>
                <w:color w:val="000000"/>
                <w:position w:val="4"/>
                <w:sz w:val="18"/>
                <w:szCs w:val="22"/>
              </w:rPr>
              <w:t>Web</w:t>
            </w:r>
          </w:p>
        </w:tc>
      </w:tr>
      <w:tr w:rsidR="0014620A" w:rsidRPr="008E4DE9" w:rsidTr="00D12E02">
        <w:trPr>
          <w:trHeight w:hRule="exact" w:val="474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4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8454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" w:type="dxa"/>
              <w:left w:w="72" w:type="dxa"/>
              <w:bottom w:w="14" w:type="dxa"/>
              <w:right w:w="14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color w:val="000000"/>
                <w:sz w:val="18"/>
              </w:rPr>
            </w:pPr>
            <w:r w:rsidRPr="008E4DE9">
              <w:rPr>
                <w:color w:val="000000"/>
                <w:sz w:val="18"/>
                <w:szCs w:val="22"/>
              </w:rPr>
              <w:t>Other:</w:t>
            </w:r>
          </w:p>
        </w:tc>
      </w:tr>
      <w:tr w:rsidR="0014620A" w:rsidRPr="00EF3810" w:rsidTr="00010E18">
        <w:trPr>
          <w:trHeight w:hRule="exact" w:val="50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aps/>
                <w:color w:val="000000"/>
                <w:spacing w:val="70"/>
                <w:sz w:val="30"/>
                <w:szCs w:val="30"/>
              </w:rPr>
            </w:pPr>
            <w:r w:rsidRPr="00EF3810">
              <w:rPr>
                <w:caps/>
                <w:color w:val="000000"/>
                <w:spacing w:val="216"/>
                <w:sz w:val="36"/>
                <w:szCs w:val="36"/>
              </w:rPr>
              <w:t xml:space="preserve">           Project Overview</w:t>
            </w:r>
            <w:r w:rsidRPr="00EF3810">
              <w:rPr>
                <w:caps/>
                <w:color w:val="000000"/>
                <w:spacing w:val="70"/>
                <w:sz w:val="30"/>
                <w:szCs w:val="30"/>
              </w:rPr>
              <w:t xml:space="preserve">                    </w:t>
            </w:r>
            <w:r w:rsidRPr="00EF3810">
              <w:rPr>
                <w:color w:val="000000"/>
                <w:szCs w:val="30"/>
              </w:rPr>
              <w:t>page</w:t>
            </w:r>
            <w:r w:rsidRPr="00EF3810">
              <w:rPr>
                <w:caps/>
                <w:color w:val="000000"/>
                <w:szCs w:val="30"/>
              </w:rPr>
              <w:t xml:space="preserve"> 2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EF3810" w:rsidTr="009513ED">
        <w:trPr>
          <w:trHeight w:hRule="exact" w:val="10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72" w:type="dxa"/>
              <w:bottom w:w="58" w:type="dxa"/>
              <w:right w:w="29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EF3810">
              <w:rPr>
                <w:b/>
                <w:color w:val="000000"/>
              </w:rPr>
              <w:t>Entry Event</w:t>
            </w:r>
            <w:r w:rsidRPr="00EF3810">
              <w:rPr>
                <w:color w:val="000000"/>
              </w:rPr>
              <w:t xml:space="preserve"> </w:t>
            </w:r>
            <w:r w:rsidRPr="008E4DE9">
              <w:t>to</w:t>
            </w:r>
          </w:p>
          <w:p w:rsidR="0014620A" w:rsidRPr="00A5178E" w:rsidRDefault="0014620A" w:rsidP="0084720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8E4DE9">
              <w:t>launch inquiry</w:t>
            </w:r>
            <w:r>
              <w:t xml:space="preserve">, </w:t>
            </w:r>
            <w:r>
              <w:br/>
            </w:r>
            <w:r w:rsidRPr="008E4DE9">
              <w:t>engage stude</w:t>
            </w:r>
            <w:r w:rsidRPr="008E4DE9">
              <w:rPr>
                <w:rFonts w:ascii="ChaparralPro-Regular" w:hAnsi="ChaparralPro-Regular"/>
              </w:rPr>
              <w:t>nts:</w:t>
            </w:r>
          </w:p>
        </w:tc>
        <w:tc>
          <w:tcPr>
            <w:tcW w:w="1322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ChaparralPro-Regular" w:hAnsi="ChaparralPro-Regular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English: Entry reading on indicators</w:t>
            </w: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Assessments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Formative Assessments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(During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Quizzes/Tests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Practice Presentations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Journal/Learning Log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Notes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Preliminary Plans/Outlines/Prototypes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Checklists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Rough Drafts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Concept Maps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Online Tests/Exams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  <w:sz w:val="22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9447BB">
        <w:trPr>
          <w:gridAfter w:val="2"/>
          <w:wAfter w:w="517" w:type="dxa"/>
          <w:trHeight w:hRule="exact" w:val="865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000000"/>
              </w:rPr>
            </w:pPr>
            <w:r w:rsidRPr="00EF3810">
              <w:rPr>
                <w:b/>
                <w:color w:val="000000"/>
              </w:rPr>
              <w:t>Summative Assessments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(End of Project)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bottom w:w="43" w:type="dxa"/>
              <w:right w:w="43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Written Product(s), with rubric: </w:t>
            </w:r>
            <w:r>
              <w:rPr>
                <w:color w:val="000000"/>
              </w:rPr>
              <w:t>Travel pamphlet, lab report, synthesizing paper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22"/>
                <w:szCs w:val="22"/>
              </w:rPr>
            </w:pPr>
            <w:r w:rsidRPr="00EF3810">
              <w:rPr>
                <w:color w:val="000000"/>
              </w:rPr>
              <w:t>Other Product(s) or Performance(s), with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rubric:</w:t>
            </w:r>
            <w:r>
              <w:rPr>
                <w:color w:val="000000"/>
                <w:sz w:val="16"/>
                <w:szCs w:val="16"/>
              </w:rPr>
              <w:t xml:space="preserve"> Computer Diagnostics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>Oral Presentation, with rubric</w:t>
            </w:r>
            <w:r>
              <w:rPr>
                <w:color w:val="000000"/>
              </w:rPr>
              <w:t>: Travel pamphlet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Peer Evaluation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  <w:r w:rsidRPr="00EF3810">
              <w:rPr>
                <w:color w:val="000000"/>
              </w:rPr>
              <w:t xml:space="preserve">Multiple Choice/Short Answer Test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Self-Evaluation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8E4DE9" w:rsidTr="00A47896">
        <w:trPr>
          <w:gridAfter w:val="2"/>
          <w:wAfter w:w="517" w:type="dxa"/>
          <w:trHeight w:hRule="exact" w:val="446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Essay Test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EF3810">
              <w:rPr>
                <w:color w:val="000000"/>
              </w:rPr>
              <w:t>Other: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  <w:sz w:val="22"/>
              </w:rPr>
            </w:pPr>
          </w:p>
        </w:tc>
      </w:tr>
      <w:tr w:rsidR="0014620A" w:rsidRPr="00EF3810" w:rsidTr="008D12BE">
        <w:trPr>
          <w:trHeight w:hRule="exact" w:val="144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  <w:sz w:val="4"/>
                <w:szCs w:val="4"/>
              </w:rPr>
            </w:pPr>
            <w:r w:rsidRPr="00EF3810">
              <w:rPr>
                <w:color w:val="000000"/>
                <w:sz w:val="4"/>
                <w:szCs w:val="4"/>
              </w:rPr>
              <w:t xml:space="preserve"> 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1161EA" w:rsidTr="00B21102">
        <w:trPr>
          <w:trHeight w:hRule="exact" w:val="504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Resources Needed</w:t>
            </w: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On-site people, facilities: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1161E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14620A" w:rsidRPr="001161EA" w:rsidTr="003904F6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Equipment: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1161E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14620A" w:rsidRPr="001161EA" w:rsidTr="00E37ED0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Materials: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1161E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14620A" w:rsidRPr="001161EA" w:rsidTr="00780B91">
        <w:trPr>
          <w:trHeight w:hRule="exact" w:val="504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</w:rPr>
            </w:pPr>
          </w:p>
        </w:tc>
        <w:tc>
          <w:tcPr>
            <w:tcW w:w="3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Community resources:</w:t>
            </w:r>
          </w:p>
        </w:tc>
        <w:tc>
          <w:tcPr>
            <w:tcW w:w="1020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1161EA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</w:tr>
      <w:tr w:rsidR="0014620A" w:rsidRPr="008E4DE9" w:rsidTr="00894719">
        <w:trPr>
          <w:trHeight w:hRule="exact" w:val="222"/>
        </w:trPr>
        <w:tc>
          <w:tcPr>
            <w:tcW w:w="1521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  <w:b/>
                <w:sz w:val="4"/>
              </w:rPr>
            </w:pPr>
          </w:p>
        </w:tc>
      </w:tr>
      <w:tr w:rsidR="0014620A" w:rsidRPr="008E4DE9" w:rsidTr="004A1C1B">
        <w:trPr>
          <w:trHeight w:hRule="exact" w:val="403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b/>
                <w:color w:val="000000"/>
              </w:rPr>
            </w:pPr>
            <w:r w:rsidRPr="00EF3810">
              <w:rPr>
                <w:b/>
                <w:color w:val="000000"/>
              </w:rPr>
              <w:t>Reflection Methods</w:t>
            </w:r>
          </w:p>
        </w:tc>
        <w:tc>
          <w:tcPr>
            <w:tcW w:w="17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D3DD4" w:rsidRDefault="0014620A" w:rsidP="00847209">
            <w:pPr>
              <w:pStyle w:val="NoParagraphStyle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3DD4">
              <w:rPr>
                <w:rFonts w:ascii="Times New Roman" w:hAnsi="Times New Roman" w:cs="Times New Roman"/>
                <w:b/>
                <w:sz w:val="20"/>
                <w:szCs w:val="20"/>
              </w:rPr>
              <w:t>(Individual, Group, and/or Whole Class)</w:t>
            </w:r>
          </w:p>
          <w:p w:rsidR="0014620A" w:rsidRPr="00EF3810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Journal/Learning Log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Focus Group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Whole-Class Discussion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color w:val="000000"/>
              </w:rPr>
            </w:pPr>
          </w:p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Fishbowl Discussion</w:t>
            </w:r>
          </w:p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  <w:tr w:rsidR="0014620A" w:rsidRPr="008E4DE9" w:rsidTr="004A1C1B">
        <w:trPr>
          <w:trHeight w:hRule="exact" w:val="403"/>
        </w:trPr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17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20A" w:rsidRPr="00EF3810" w:rsidRDefault="0014620A" w:rsidP="00847209">
            <w:pPr>
              <w:widowControl w:val="0"/>
              <w:autoSpaceDE w:val="0"/>
              <w:autoSpaceDN w:val="0"/>
              <w:adjustRightInd w:val="0"/>
              <w:rPr>
                <w:rFonts w:ascii="ChaparralPro-Regular" w:hAnsi="ChaparralPro-Regular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F96CA2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Survey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F96CA2" w:rsidRDefault="0014620A" w:rsidP="00847209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color w:val="000000"/>
              </w:rPr>
            </w:pPr>
            <w:r w:rsidRPr="008E4DE9">
              <w:rPr>
                <w:color w:val="000000"/>
              </w:rPr>
              <w:t>Other: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14620A" w:rsidRPr="008E4DE9" w:rsidRDefault="0014620A" w:rsidP="0084720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textAlignment w:val="center"/>
              <w:rPr>
                <w:rFonts w:ascii="ChaparralPro-Regular" w:hAnsi="ChaparralPro-Regular"/>
                <w:color w:val="000000"/>
              </w:rPr>
            </w:pPr>
          </w:p>
        </w:tc>
      </w:tr>
    </w:tbl>
    <w:p w:rsidR="0014620A" w:rsidRPr="00B30475" w:rsidRDefault="0014620A">
      <w:pPr>
        <w:rPr>
          <w:sz w:val="2"/>
        </w:rPr>
      </w:pPr>
    </w:p>
    <w:sectPr w:rsidR="0014620A" w:rsidRPr="00B30475" w:rsidSect="00E668AB">
      <w:footerReference w:type="default" r:id="rId7"/>
      <w:pgSz w:w="15840" w:h="12240" w:orient="landscape"/>
      <w:pgMar w:top="540" w:right="720" w:bottom="432" w:left="720" w:header="0" w:footer="28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0A" w:rsidRDefault="0014620A" w:rsidP="00847209">
      <w:r>
        <w:separator/>
      </w:r>
    </w:p>
  </w:endnote>
  <w:endnote w:type="continuationSeparator" w:id="0">
    <w:p w:rsidR="0014620A" w:rsidRDefault="0014620A" w:rsidP="0084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20A" w:rsidRPr="00D93952" w:rsidRDefault="0014620A" w:rsidP="00847209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264533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14620A" w:rsidRDefault="001462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0A" w:rsidRDefault="0014620A" w:rsidP="00847209">
      <w:r>
        <w:separator/>
      </w:r>
    </w:p>
  </w:footnote>
  <w:footnote w:type="continuationSeparator" w:id="0">
    <w:p w:rsidR="0014620A" w:rsidRDefault="0014620A" w:rsidP="0084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03B49"/>
    <w:multiLevelType w:val="hybridMultilevel"/>
    <w:tmpl w:val="5A3E7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0379A0"/>
    <w:multiLevelType w:val="hybridMultilevel"/>
    <w:tmpl w:val="6A689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2F"/>
    <w:rsid w:val="00010E18"/>
    <w:rsid w:val="001161EA"/>
    <w:rsid w:val="0012226A"/>
    <w:rsid w:val="0014620A"/>
    <w:rsid w:val="001B0F91"/>
    <w:rsid w:val="001B55A3"/>
    <w:rsid w:val="0021187B"/>
    <w:rsid w:val="00264533"/>
    <w:rsid w:val="00284B9A"/>
    <w:rsid w:val="00292167"/>
    <w:rsid w:val="002F0C2F"/>
    <w:rsid w:val="003263B3"/>
    <w:rsid w:val="00352B4F"/>
    <w:rsid w:val="003904F6"/>
    <w:rsid w:val="00401C86"/>
    <w:rsid w:val="00477B9E"/>
    <w:rsid w:val="004939C8"/>
    <w:rsid w:val="00496936"/>
    <w:rsid w:val="004A1C1B"/>
    <w:rsid w:val="004B6578"/>
    <w:rsid w:val="004C7881"/>
    <w:rsid w:val="004F52FA"/>
    <w:rsid w:val="005203A3"/>
    <w:rsid w:val="00550344"/>
    <w:rsid w:val="00550377"/>
    <w:rsid w:val="005A5514"/>
    <w:rsid w:val="005C32C9"/>
    <w:rsid w:val="00635040"/>
    <w:rsid w:val="006442AC"/>
    <w:rsid w:val="006E1243"/>
    <w:rsid w:val="007474B8"/>
    <w:rsid w:val="00750954"/>
    <w:rsid w:val="00780B91"/>
    <w:rsid w:val="007D20EE"/>
    <w:rsid w:val="007D2B0D"/>
    <w:rsid w:val="00836D60"/>
    <w:rsid w:val="00847209"/>
    <w:rsid w:val="00894719"/>
    <w:rsid w:val="008A0A09"/>
    <w:rsid w:val="008B7D22"/>
    <w:rsid w:val="008D12BE"/>
    <w:rsid w:val="008D3DD4"/>
    <w:rsid w:val="008E1557"/>
    <w:rsid w:val="008E4DE9"/>
    <w:rsid w:val="00913051"/>
    <w:rsid w:val="009215F2"/>
    <w:rsid w:val="009447BB"/>
    <w:rsid w:val="009513ED"/>
    <w:rsid w:val="009A17E5"/>
    <w:rsid w:val="009D0EDA"/>
    <w:rsid w:val="00A47896"/>
    <w:rsid w:val="00A5178E"/>
    <w:rsid w:val="00AA2585"/>
    <w:rsid w:val="00B07928"/>
    <w:rsid w:val="00B21102"/>
    <w:rsid w:val="00B30475"/>
    <w:rsid w:val="00B335A0"/>
    <w:rsid w:val="00BD01ED"/>
    <w:rsid w:val="00BE1B51"/>
    <w:rsid w:val="00C22072"/>
    <w:rsid w:val="00C52311"/>
    <w:rsid w:val="00CD7B6F"/>
    <w:rsid w:val="00D12E02"/>
    <w:rsid w:val="00D418EA"/>
    <w:rsid w:val="00D50664"/>
    <w:rsid w:val="00D723A6"/>
    <w:rsid w:val="00D9337C"/>
    <w:rsid w:val="00D93952"/>
    <w:rsid w:val="00E37ED0"/>
    <w:rsid w:val="00E668AB"/>
    <w:rsid w:val="00E96BF6"/>
    <w:rsid w:val="00EF3810"/>
    <w:rsid w:val="00F25487"/>
    <w:rsid w:val="00F96CA2"/>
    <w:rsid w:val="00FA3B4A"/>
    <w:rsid w:val="00FB5EE7"/>
    <w:rsid w:val="00FC2094"/>
    <w:rsid w:val="00FC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9E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bodysemibold">
    <w:name w:val="body semibold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A47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378</Words>
  <Characters>2160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PROJECT OVERVIEW                    page 1</dc:title>
  <dc:subject/>
  <dc:creator>Morrison Pamela</dc:creator>
  <cp:keywords/>
  <dc:description/>
  <cp:lastModifiedBy>sesolomon</cp:lastModifiedBy>
  <cp:revision>17</cp:revision>
  <cp:lastPrinted>2011-06-13T20:03:00Z</cp:lastPrinted>
  <dcterms:created xsi:type="dcterms:W3CDTF">2011-07-27T13:48:00Z</dcterms:created>
  <dcterms:modified xsi:type="dcterms:W3CDTF">2011-07-27T15:36:00Z</dcterms:modified>
</cp:coreProperties>
</file>